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99" w:rsidRDefault="00ED0F99" w:rsidP="00D52D48">
      <w:pPr>
        <w:pStyle w:val="Default"/>
      </w:pPr>
    </w:p>
    <w:p w:rsidR="00ED0F99" w:rsidRDefault="00ED0F99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ED0F99" w:rsidRDefault="00ED0F99" w:rsidP="00D52D48">
      <w:pPr>
        <w:pStyle w:val="Default"/>
        <w:jc w:val="center"/>
        <w:rPr>
          <w:sz w:val="28"/>
          <w:szCs w:val="28"/>
        </w:rPr>
      </w:pPr>
    </w:p>
    <w:p w:rsidR="00ED0F99" w:rsidRDefault="00ED0F99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551"/>
      </w:tblGrid>
      <w:tr w:rsidR="00ED0F99" w:rsidRPr="00EA4AD8" w:rsidTr="00EA4AD8">
        <w:tc>
          <w:tcPr>
            <w:tcW w:w="3227" w:type="dxa"/>
          </w:tcPr>
          <w:p w:rsidR="00ED0F99" w:rsidRPr="00EA4AD8" w:rsidRDefault="00ED0F99" w:rsidP="00EA4AD8">
            <w:pPr>
              <w:spacing w:after="0" w:line="240" w:lineRule="auto"/>
            </w:pPr>
            <w:r w:rsidRPr="00EA4AD8">
              <w:t>Nome docente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  <w:tc>
          <w:tcPr>
            <w:tcW w:w="6551" w:type="dxa"/>
            <w:shd w:val="clear" w:color="auto" w:fill="DDD9C3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</w:tr>
    </w:tbl>
    <w:p w:rsidR="00ED0F99" w:rsidRDefault="00ED0F99" w:rsidP="00D52D4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9"/>
        <w:gridCol w:w="8189"/>
        <w:gridCol w:w="1986"/>
      </w:tblGrid>
      <w:tr w:rsidR="00ED0F99" w:rsidRPr="00EA4AD8" w:rsidTr="00EA4AD8">
        <w:tc>
          <w:tcPr>
            <w:tcW w:w="3259" w:type="dxa"/>
          </w:tcPr>
          <w:p w:rsidR="00ED0F99" w:rsidRPr="00EA4AD8" w:rsidRDefault="00ED0F99" w:rsidP="00EA4AD8">
            <w:pPr>
              <w:spacing w:after="0" w:line="240" w:lineRule="auto"/>
            </w:pPr>
            <w:r w:rsidRPr="00EA4AD8">
              <w:t>Titolo EAS</w:t>
            </w:r>
          </w:p>
          <w:p w:rsidR="00ED0F99" w:rsidRPr="00EA4AD8" w:rsidRDefault="00ED0F99" w:rsidP="00EA4AD8">
            <w:pPr>
              <w:spacing w:after="0" w:line="240" w:lineRule="auto"/>
            </w:pP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ACQUA E SABBIA</w:t>
            </w:r>
          </w:p>
        </w:tc>
        <w:tc>
          <w:tcPr>
            <w:tcW w:w="1986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</w:tr>
      <w:tr w:rsidR="00ED0F99" w:rsidRPr="00EA4AD8" w:rsidTr="00EA4AD8">
        <w:tc>
          <w:tcPr>
            <w:tcW w:w="3259" w:type="dxa"/>
          </w:tcPr>
          <w:p w:rsidR="00ED0F99" w:rsidRPr="00EA4AD8" w:rsidRDefault="00ED0F99" w:rsidP="00EA4AD8">
            <w:pPr>
              <w:spacing w:after="0" w:line="240" w:lineRule="auto"/>
            </w:pPr>
            <w:r w:rsidRPr="00EA4AD8">
              <w:t>Target (Classe, alunni)</w:t>
            </w:r>
          </w:p>
          <w:p w:rsidR="00ED0F99" w:rsidRPr="00EA4AD8" w:rsidRDefault="00ED0F99" w:rsidP="00EA4AD8">
            <w:pPr>
              <w:spacing w:after="0" w:line="240" w:lineRule="auto"/>
            </w:pP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SEZIONI DI 5 ANNI</w:t>
            </w:r>
          </w:p>
        </w:tc>
        <w:tc>
          <w:tcPr>
            <w:tcW w:w="1986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</w:tr>
      <w:tr w:rsidR="00ED0F99" w:rsidRPr="00EA4AD8" w:rsidTr="00EA4AD8">
        <w:tc>
          <w:tcPr>
            <w:tcW w:w="3259" w:type="dxa"/>
          </w:tcPr>
          <w:p w:rsidR="00ED0F99" w:rsidRPr="00EA4AD8" w:rsidRDefault="00ED0F99" w:rsidP="00EA4AD8">
            <w:pPr>
              <w:spacing w:after="0" w:line="240" w:lineRule="auto"/>
              <w:jc w:val="both"/>
            </w:pPr>
            <w:r w:rsidRPr="00EA4AD8">
              <w:t>Competenza/e che EAS mira a sviluppare</w:t>
            </w: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4AD8">
              <w:rPr>
                <w:rFonts w:ascii="Times New Roman" w:hAnsi="Times New Roman"/>
              </w:rPr>
              <w:t xml:space="preserve">CONFRONTARE E VALUTARE QUANTITA’; INDIVIDUARE LE TRASFORMAZIONI NEGLI OGGETTI E NELLA NATURA; MISURARE SPAZI E OGGETTI UTILIZZANDO STRUMENTI DI MISURA NON CONVENZIONALI; PROGETTARE E INVENTARE FORME, OGGETTI, STORIE E SITUAZIONI. 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  <w:tc>
          <w:tcPr>
            <w:tcW w:w="1986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</w:tr>
      <w:tr w:rsidR="00ED0F99" w:rsidRPr="00EA4AD8" w:rsidTr="00EA4AD8">
        <w:tc>
          <w:tcPr>
            <w:tcW w:w="3259" w:type="dxa"/>
          </w:tcPr>
          <w:tbl>
            <w:tblPr>
              <w:tblW w:w="0" w:type="auto"/>
              <w:tblLook w:val="0000"/>
            </w:tblPr>
            <w:tblGrid>
              <w:gridCol w:w="3043"/>
            </w:tblGrid>
            <w:tr w:rsidR="00ED0F99" w:rsidRPr="00EA4AD8">
              <w:trPr>
                <w:trHeight w:val="478"/>
              </w:trPr>
              <w:tc>
                <w:tcPr>
                  <w:tcW w:w="0" w:type="auto"/>
                </w:tcPr>
                <w:p w:rsidR="00ED0F99" w:rsidRPr="00EA4AD8" w:rsidRDefault="00ED0F99" w:rsidP="00D52D48">
                  <w:pPr>
                    <w:pStyle w:val="Default"/>
                    <w:ind w:left="-108"/>
                    <w:rPr>
                      <w:rFonts w:ascii="Calibri" w:hAnsi="Calibri"/>
                      <w:sz w:val="22"/>
                      <w:szCs w:val="22"/>
                    </w:rPr>
                  </w:pPr>
                  <w:r w:rsidRPr="00EA4AD8">
                    <w:rPr>
                      <w:rFonts w:ascii="Calibri" w:hAnsi="Calibr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4AD8">
              <w:rPr>
                <w:rFonts w:ascii="Times New Roman" w:hAnsi="Times New Roman"/>
              </w:rPr>
              <w:t xml:space="preserve"> INTERAGIRE ORALMENTE IN SITUAZIONI DI VITA QUOTIDIANA.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4AD8">
              <w:rPr>
                <w:rFonts w:ascii="Times New Roman" w:hAnsi="Times New Roman"/>
              </w:rPr>
              <w:t>CONFRONTARE E VALUTARE QUANTITA’; OPERARE CON I NUMERI, CONTARE.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4AD8">
              <w:rPr>
                <w:rFonts w:ascii="Times New Roman" w:hAnsi="Times New Roman"/>
              </w:rPr>
              <w:t>INDIVIDUARE LE TRASFORMAZIONI NATURALI SU DI SE, NEGLI OGGETTI E NELLA NATURA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4AD8">
              <w:rPr>
                <w:rFonts w:ascii="Times New Roman" w:hAnsi="Times New Roman"/>
              </w:rPr>
              <w:t>PORRE DOMANDE, DISCUTERE, CONFRONTARE IPOTESI, SPIEGAZIONI, SOLUZIONIE AZIONI.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4AD8">
              <w:rPr>
                <w:rFonts w:ascii="Times New Roman" w:hAnsi="Times New Roman"/>
              </w:rPr>
              <w:t xml:space="preserve">UTILIZZARE LE NUOVE TECNOLOGIE PER GIOCARE, SVOLGERE COMPITI, ACQUISIRE INFORMAZIONI CON </w:t>
            </w:r>
            <w:smartTag w:uri="urn:schemas-microsoft-com:office:smarttags" w:element="PersonName">
              <w:smartTagPr>
                <w:attr w:name="ProductID" w:val="LA SUPERVISIONE DELL"/>
              </w:smartTagPr>
              <w:r w:rsidRPr="00EA4AD8">
                <w:rPr>
                  <w:rFonts w:ascii="Times New Roman" w:hAnsi="Times New Roman"/>
                </w:rPr>
                <w:t>LA SUPERVISIONE DELL</w:t>
              </w:r>
            </w:smartTag>
            <w:r w:rsidRPr="00EA4AD8">
              <w:rPr>
                <w:rFonts w:ascii="Times New Roman" w:hAnsi="Times New Roman"/>
              </w:rPr>
              <w:t>’INSEGNANTE.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  <w:tc>
          <w:tcPr>
            <w:tcW w:w="1986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</w:tr>
      <w:tr w:rsidR="00ED0F99" w:rsidRPr="00EA4AD8" w:rsidTr="00EA4AD8">
        <w:tc>
          <w:tcPr>
            <w:tcW w:w="325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Fasi</w:t>
            </w: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 xml:space="preserve">Progettazione </w:t>
            </w:r>
          </w:p>
        </w:tc>
        <w:tc>
          <w:tcPr>
            <w:tcW w:w="1986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Tempo assegnato</w:t>
            </w:r>
          </w:p>
        </w:tc>
      </w:tr>
      <w:tr w:rsidR="00ED0F99" w:rsidRPr="00EA4AD8" w:rsidTr="00EA4AD8">
        <w:trPr>
          <w:trHeight w:val="2227"/>
        </w:trPr>
        <w:tc>
          <w:tcPr>
            <w:tcW w:w="3259" w:type="dxa"/>
            <w:vMerge w:val="restart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Preparatoria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(logica didattica: problem solving)</w:t>
            </w: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  <w:r w:rsidRPr="00EA4AD8">
              <w:t>COSA FA L’INSEGNANTE</w:t>
            </w: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  <w:r w:rsidRPr="00EA4AD8">
              <w:t>COSA FANNO I BAMBINI/</w:t>
            </w:r>
          </w:p>
          <w:p w:rsidR="00ED0F99" w:rsidRPr="00EA4AD8" w:rsidRDefault="00ED0F99" w:rsidP="00EA4AD8">
            <w:pPr>
              <w:spacing w:after="0" w:line="240" w:lineRule="auto"/>
            </w:pPr>
            <w:r w:rsidRPr="00EA4AD8">
              <w:t>STUDENTI</w:t>
            </w: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4AD8">
              <w:rPr>
                <w:rFonts w:ascii="Times New Roman" w:hAnsi="Times New Roman"/>
              </w:rPr>
              <w:t>VISIONE DI IMMAGINI, OPERE ARTISTICHE E DOCUMENTARI.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  <w:tc>
          <w:tcPr>
            <w:tcW w:w="1986" w:type="dxa"/>
            <w:vMerge w:val="restart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</w:tr>
      <w:tr w:rsidR="00ED0F99" w:rsidRPr="00EA4AD8" w:rsidTr="00EA4AD8">
        <w:trPr>
          <w:trHeight w:val="1792"/>
        </w:trPr>
        <w:tc>
          <w:tcPr>
            <w:tcW w:w="3259" w:type="dxa"/>
            <w:vMerge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Setting: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  <w:tc>
          <w:tcPr>
            <w:tcW w:w="1986" w:type="dxa"/>
            <w:vMerge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</w:tr>
      <w:tr w:rsidR="00ED0F99" w:rsidRPr="00EA4AD8" w:rsidTr="00EA4AD8">
        <w:trPr>
          <w:trHeight w:val="300"/>
        </w:trPr>
        <w:tc>
          <w:tcPr>
            <w:tcW w:w="3259" w:type="dxa"/>
            <w:vMerge/>
            <w:shd w:val="clear" w:color="auto" w:fill="FFFFFF"/>
          </w:tcPr>
          <w:p w:rsidR="00ED0F99" w:rsidRPr="00EA4AD8" w:rsidRDefault="00ED0F99" w:rsidP="00EA4AD8">
            <w:pPr>
              <w:spacing w:after="0" w:line="240" w:lineRule="auto"/>
            </w:pPr>
          </w:p>
        </w:tc>
        <w:tc>
          <w:tcPr>
            <w:tcW w:w="8189" w:type="dxa"/>
            <w:shd w:val="clear" w:color="auto" w:fill="FFFFFF"/>
          </w:tcPr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  <w:rPr>
                <w:rFonts w:ascii="Times New Roman" w:hAnsi="Times New Roman"/>
              </w:rPr>
            </w:pPr>
            <w:r w:rsidRPr="00EA4AD8">
              <w:rPr>
                <w:rFonts w:ascii="Times New Roman" w:hAnsi="Times New Roman"/>
              </w:rPr>
              <w:t>L’INSEGNANTE LEGGE UNA STORIA A TEMA CHE FORNISCE LO STIMOLO (START) E PRODUCE UNA RIFLESSIONE DI GRUPPO (CIRCLE TIME)</w:t>
            </w: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</w:tc>
        <w:tc>
          <w:tcPr>
            <w:tcW w:w="1986" w:type="dxa"/>
            <w:shd w:val="clear" w:color="auto" w:fill="FFFFFF"/>
          </w:tcPr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</w:tc>
      </w:tr>
      <w:tr w:rsidR="00ED0F99" w:rsidRPr="00EA4AD8" w:rsidTr="00EA4AD8">
        <w:trPr>
          <w:trHeight w:val="300"/>
        </w:trPr>
        <w:tc>
          <w:tcPr>
            <w:tcW w:w="3259" w:type="dxa"/>
            <w:vMerge/>
            <w:shd w:val="clear" w:color="auto" w:fill="FFFFFF"/>
          </w:tcPr>
          <w:p w:rsidR="00ED0F99" w:rsidRPr="00EA4AD8" w:rsidRDefault="00ED0F99" w:rsidP="00EA4AD8">
            <w:pPr>
              <w:spacing w:after="0" w:line="240" w:lineRule="auto"/>
            </w:pPr>
          </w:p>
        </w:tc>
        <w:tc>
          <w:tcPr>
            <w:tcW w:w="8189" w:type="dxa"/>
            <w:shd w:val="clear" w:color="auto" w:fill="FFFFFF"/>
          </w:tcPr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  <w:rPr>
                <w:rFonts w:ascii="Times New Roman" w:hAnsi="Times New Roman"/>
              </w:rPr>
            </w:pPr>
            <w:r w:rsidRPr="00EA4AD8">
              <w:rPr>
                <w:rFonts w:ascii="Times New Roman" w:hAnsi="Times New Roman"/>
              </w:rPr>
              <w:t>A CASA RICERCANO IMMAGINI RELATIVE AL TEMA SCELTO E LE PORTANO A SCUOLA</w:t>
            </w: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</w:tc>
        <w:tc>
          <w:tcPr>
            <w:tcW w:w="1986" w:type="dxa"/>
            <w:shd w:val="clear" w:color="auto" w:fill="FFFFFF"/>
          </w:tcPr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</w:tc>
      </w:tr>
      <w:tr w:rsidR="00ED0F99" w:rsidRPr="00EA4AD8" w:rsidTr="00EA4AD8">
        <w:trPr>
          <w:trHeight w:val="2265"/>
        </w:trPr>
        <w:tc>
          <w:tcPr>
            <w:tcW w:w="3259" w:type="dxa"/>
            <w:vMerge w:val="restart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Operatoria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(logica didattica: learning by doing)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</w:pPr>
            <w:r w:rsidRPr="00EA4AD8">
              <w:t>COSA FA L’INSEGNANTE</w:t>
            </w: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  <w:r w:rsidRPr="00EA4AD8">
              <w:t>COSA FANNO I BAMBINI/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STUDENTI</w:t>
            </w: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  <w:tc>
          <w:tcPr>
            <w:tcW w:w="1986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</w:tr>
      <w:tr w:rsidR="00ED0F99" w:rsidRPr="00EA4AD8" w:rsidTr="00EA4AD8">
        <w:trPr>
          <w:trHeight w:val="1423"/>
        </w:trPr>
        <w:tc>
          <w:tcPr>
            <w:tcW w:w="3259" w:type="dxa"/>
            <w:vMerge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4AD8">
              <w:rPr>
                <w:rFonts w:ascii="Times New Roman" w:hAnsi="Times New Roman"/>
              </w:rPr>
              <w:t>GUIDA GLI ALUNNI AD UNA PRESENTAZIONE STRUTTURATA E ORGANICA DI QUANTO LORO RICHIESTO. GUIDA LE RIFLESSIONI CHE NE DERIVANO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  <w:tc>
          <w:tcPr>
            <w:tcW w:w="1986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</w:tr>
      <w:tr w:rsidR="00ED0F99" w:rsidRPr="00EA4AD8" w:rsidTr="00EA4AD8">
        <w:trPr>
          <w:trHeight w:val="977"/>
        </w:trPr>
        <w:tc>
          <w:tcPr>
            <w:tcW w:w="3259" w:type="dxa"/>
            <w:vMerge/>
          </w:tcPr>
          <w:p w:rsidR="00ED0F99" w:rsidRPr="00EA4AD8" w:rsidRDefault="00ED0F99" w:rsidP="00EA4AD8">
            <w:pPr>
              <w:spacing w:after="0" w:line="240" w:lineRule="auto"/>
            </w:pP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4AD8">
              <w:rPr>
                <w:rFonts w:ascii="Times New Roman" w:hAnsi="Times New Roman"/>
              </w:rPr>
              <w:t xml:space="preserve">PRESENTANO LE IMMAGINI TROVATE AI COMPAGNI RICOSTRUENDO </w:t>
            </w:r>
            <w:smartTag w:uri="urn:schemas-microsoft-com:office:smarttags" w:element="PersonName">
              <w:smartTagPr>
                <w:attr w:name="ProductID" w:val="LA STORIA. ATTACCANO"/>
              </w:smartTagPr>
              <w:r w:rsidRPr="00EA4AD8">
                <w:rPr>
                  <w:rFonts w:ascii="Times New Roman" w:hAnsi="Times New Roman"/>
                </w:rPr>
                <w:t>LA STORIA. ATTACCANO</w:t>
              </w:r>
            </w:smartTag>
            <w:r w:rsidRPr="00EA4AD8">
              <w:rPr>
                <w:rFonts w:ascii="Times New Roman" w:hAnsi="Times New Roman"/>
              </w:rPr>
              <w:t xml:space="preserve"> LE IMMAGINI SU UN CARTELLONE IN MODO ORDINATO.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  <w:tc>
          <w:tcPr>
            <w:tcW w:w="1986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</w:tr>
      <w:tr w:rsidR="00ED0F99" w:rsidRPr="00EA4AD8" w:rsidTr="00EA4AD8">
        <w:tc>
          <w:tcPr>
            <w:tcW w:w="325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Fasi</w:t>
            </w: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 xml:space="preserve">Progettazione </w:t>
            </w:r>
          </w:p>
        </w:tc>
        <w:tc>
          <w:tcPr>
            <w:tcW w:w="1986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Tempo assegnato</w:t>
            </w:r>
          </w:p>
        </w:tc>
      </w:tr>
      <w:tr w:rsidR="00ED0F99" w:rsidRPr="00EA4AD8" w:rsidTr="00EA4AD8">
        <w:trPr>
          <w:trHeight w:val="1905"/>
        </w:trPr>
        <w:tc>
          <w:tcPr>
            <w:tcW w:w="3259" w:type="dxa"/>
            <w:vMerge w:val="restart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Ristrutturativa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 xml:space="preserve">(logica didattica: </w:t>
            </w:r>
          </w:p>
          <w:p w:rsidR="00ED0F99" w:rsidRPr="00EA4AD8" w:rsidRDefault="00ED0F99" w:rsidP="00EA4AD8">
            <w:pPr>
              <w:pStyle w:val="Default"/>
              <w:jc w:val="center"/>
              <w:rPr>
                <w:sz w:val="22"/>
                <w:szCs w:val="22"/>
              </w:rPr>
            </w:pPr>
            <w:r w:rsidRPr="00EA4AD8">
              <w:rPr>
                <w:sz w:val="22"/>
                <w:szCs w:val="22"/>
              </w:rPr>
              <w:t xml:space="preserve">[logica didattica: reflective learning] </w:t>
            </w: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  <w:r w:rsidRPr="00EA4AD8">
              <w:t>COSA FA L’INSEGNANTE</w:t>
            </w: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</w:p>
          <w:p w:rsidR="00ED0F99" w:rsidRPr="00EA4AD8" w:rsidRDefault="00ED0F99" w:rsidP="00EA4AD8">
            <w:pPr>
              <w:spacing w:after="0" w:line="240" w:lineRule="auto"/>
            </w:pPr>
            <w:r w:rsidRPr="00EA4AD8">
              <w:t>COSA FANNO I BAMBINI/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STUDENTI</w:t>
            </w: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4AD8">
              <w:rPr>
                <w:rFonts w:ascii="Times New Roman" w:hAnsi="Times New Roman"/>
              </w:rPr>
              <w:t>RIFLESSIONE METACOGNITIVA DI QUANTO ELABORATO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</w:tr>
      <w:tr w:rsidR="00ED0F99" w:rsidRPr="00EA4AD8" w:rsidTr="00EA4AD8">
        <w:trPr>
          <w:trHeight w:val="1256"/>
        </w:trPr>
        <w:tc>
          <w:tcPr>
            <w:tcW w:w="3259" w:type="dxa"/>
            <w:vMerge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4AD8">
              <w:rPr>
                <w:rFonts w:ascii="Times New Roman" w:hAnsi="Times New Roman"/>
              </w:rPr>
              <w:t xml:space="preserve">GUIDA </w:t>
            </w:r>
            <w:smartTag w:uri="urn:schemas-microsoft-com:office:smarttags" w:element="PersonName">
              <w:smartTagPr>
                <w:attr w:name="ProductID" w:val="LA RIFLESSIONE E"/>
              </w:smartTagPr>
              <w:r w:rsidRPr="00EA4AD8">
                <w:rPr>
                  <w:rFonts w:ascii="Times New Roman" w:hAnsi="Times New Roman"/>
                </w:rPr>
                <w:t>LA RIFLESSIONE E</w:t>
              </w:r>
            </w:smartTag>
            <w:r w:rsidRPr="00EA4AD8">
              <w:rPr>
                <w:rFonts w:ascii="Times New Roman" w:hAnsi="Times New Roman"/>
              </w:rPr>
              <w:t xml:space="preserve"> GUIDA L’ASSOCIAZIONE TRA LE IMMAGINI TROVATE DAI BAMBINI E LE IMMAGINI PROIETTATE SUL PC UTILIZZANDO POWER POINT.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</w:tr>
      <w:tr w:rsidR="00ED0F99" w:rsidRPr="00EA4AD8" w:rsidTr="00EA4AD8">
        <w:trPr>
          <w:trHeight w:val="1641"/>
        </w:trPr>
        <w:tc>
          <w:tcPr>
            <w:tcW w:w="3259" w:type="dxa"/>
            <w:vMerge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4AD8">
              <w:rPr>
                <w:rFonts w:ascii="Times New Roman" w:hAnsi="Times New Roman"/>
              </w:rPr>
              <w:t>GIOCANO AD ASSOCIARE LE IMMAGINI CARTACEE ALLE IMMAGINI SUL MONITOR COME ESPRESSIONE DELLA CONOSCENZA DELL’ARGOMENTO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</w:tr>
      <w:tr w:rsidR="00ED0F99" w:rsidRPr="00EA4AD8" w:rsidTr="00EA4AD8">
        <w:tc>
          <w:tcPr>
            <w:tcW w:w="325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Valutazione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</w:pPr>
            <w:r w:rsidRPr="00EA4AD8">
              <w:t>(si rimanda all’allegato rubrica di valutazione)</w:t>
            </w:r>
          </w:p>
        </w:tc>
        <w:tc>
          <w:tcPr>
            <w:tcW w:w="8189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  <w:tc>
          <w:tcPr>
            <w:tcW w:w="1986" w:type="dxa"/>
          </w:tcPr>
          <w:p w:rsidR="00ED0F99" w:rsidRPr="00EA4AD8" w:rsidRDefault="00ED0F99" w:rsidP="00EA4AD8">
            <w:pPr>
              <w:spacing w:after="0" w:line="240" w:lineRule="auto"/>
              <w:jc w:val="center"/>
            </w:pPr>
          </w:p>
        </w:tc>
      </w:tr>
    </w:tbl>
    <w:p w:rsidR="00ED0F99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ED0F99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ED0F99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ED0F99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ED0F99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ED0F99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ED0F99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ED0F99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ED0F99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ED0F99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ED0F99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ED0F99" w:rsidRPr="006C7FD2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ED0F99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ED0F99" w:rsidRPr="006C7FD2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ED0F99" w:rsidRPr="006C7FD2" w:rsidRDefault="00ED0F99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ED0F99" w:rsidRPr="006C7FD2" w:rsidRDefault="00ED0F99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ED0F99" w:rsidRPr="006C7FD2" w:rsidRDefault="00ED0F99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ED0F99" w:rsidRDefault="00ED0F99" w:rsidP="005762B5">
      <w:pPr>
        <w:jc w:val="center"/>
      </w:pPr>
      <w:r>
        <w:t>Rubrica di valutazione</w:t>
      </w:r>
    </w:p>
    <w:tbl>
      <w:tblPr>
        <w:tblW w:w="14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86"/>
        <w:gridCol w:w="3586"/>
        <w:gridCol w:w="3587"/>
        <w:gridCol w:w="3587"/>
      </w:tblGrid>
      <w:tr w:rsidR="00ED0F99" w:rsidRPr="00EA4AD8" w:rsidTr="00EA4AD8">
        <w:trPr>
          <w:trHeight w:val="301"/>
        </w:trPr>
        <w:tc>
          <w:tcPr>
            <w:tcW w:w="3586" w:type="dxa"/>
          </w:tcPr>
          <w:p w:rsidR="00ED0F99" w:rsidRPr="00EA4AD8" w:rsidRDefault="00ED0F99" w:rsidP="00EA4AD8">
            <w:pPr>
              <w:spacing w:after="0" w:line="240" w:lineRule="auto"/>
              <w:jc w:val="both"/>
            </w:pPr>
            <w:r w:rsidRPr="00EA4AD8">
              <w:t>Competenza /e</w:t>
            </w:r>
          </w:p>
        </w:tc>
        <w:tc>
          <w:tcPr>
            <w:tcW w:w="3586" w:type="dxa"/>
          </w:tcPr>
          <w:p w:rsidR="00ED0F99" w:rsidRPr="00EA4AD8" w:rsidRDefault="00ED0F99" w:rsidP="00EA4AD8">
            <w:pPr>
              <w:spacing w:after="0" w:line="240" w:lineRule="auto"/>
              <w:jc w:val="both"/>
            </w:pPr>
            <w:r w:rsidRPr="00EA4AD8">
              <w:t>Dimensioni</w:t>
            </w:r>
          </w:p>
        </w:tc>
        <w:tc>
          <w:tcPr>
            <w:tcW w:w="3587" w:type="dxa"/>
          </w:tcPr>
          <w:p w:rsidR="00ED0F99" w:rsidRPr="00EA4AD8" w:rsidRDefault="00ED0F99" w:rsidP="00EA4AD8">
            <w:pPr>
              <w:spacing w:after="0" w:line="240" w:lineRule="auto"/>
              <w:jc w:val="both"/>
            </w:pPr>
            <w:r w:rsidRPr="00EA4AD8">
              <w:t>Criteri</w:t>
            </w:r>
          </w:p>
        </w:tc>
        <w:tc>
          <w:tcPr>
            <w:tcW w:w="3587" w:type="dxa"/>
          </w:tcPr>
          <w:p w:rsidR="00ED0F99" w:rsidRPr="00EA4AD8" w:rsidRDefault="00ED0F99" w:rsidP="00EA4AD8">
            <w:pPr>
              <w:spacing w:after="0" w:line="240" w:lineRule="auto"/>
              <w:jc w:val="both"/>
            </w:pPr>
            <w:r w:rsidRPr="00EA4AD8">
              <w:t>Indicatori</w:t>
            </w:r>
          </w:p>
        </w:tc>
      </w:tr>
      <w:tr w:rsidR="00ED0F99" w:rsidRPr="00EA4AD8" w:rsidTr="00EA4AD8">
        <w:trPr>
          <w:trHeight w:val="1898"/>
        </w:trPr>
        <w:tc>
          <w:tcPr>
            <w:tcW w:w="3586" w:type="dxa"/>
          </w:tcPr>
          <w:p w:rsidR="00ED0F99" w:rsidRPr="00EA4AD8" w:rsidRDefault="00ED0F99" w:rsidP="00EA4AD8">
            <w:pPr>
              <w:spacing w:after="0" w:line="240" w:lineRule="auto"/>
              <w:jc w:val="both"/>
            </w:pPr>
          </w:p>
          <w:p w:rsidR="00ED0F99" w:rsidRPr="00EA4AD8" w:rsidRDefault="00ED0F99" w:rsidP="00EA4AD8">
            <w:pPr>
              <w:spacing w:after="0" w:line="240" w:lineRule="auto"/>
              <w:jc w:val="both"/>
            </w:pPr>
          </w:p>
          <w:p w:rsidR="00ED0F99" w:rsidRPr="00EA4AD8" w:rsidRDefault="00ED0F99" w:rsidP="00EA4AD8">
            <w:pPr>
              <w:spacing w:after="0" w:line="240" w:lineRule="auto"/>
              <w:jc w:val="both"/>
            </w:pPr>
          </w:p>
          <w:p w:rsidR="00ED0F99" w:rsidRDefault="00ED0F99" w:rsidP="00EA4AD8">
            <w:pPr>
              <w:spacing w:after="0" w:line="240" w:lineRule="auto"/>
              <w:jc w:val="both"/>
            </w:pPr>
            <w:r>
              <w:t>Spirito di iniziativa</w:t>
            </w:r>
          </w:p>
          <w:p w:rsidR="00ED0F99" w:rsidRDefault="00ED0F99" w:rsidP="00EA4AD8">
            <w:pPr>
              <w:spacing w:after="0" w:line="240" w:lineRule="auto"/>
              <w:jc w:val="both"/>
            </w:pPr>
            <w:r>
              <w:t>Comunicazione verbale</w:t>
            </w:r>
          </w:p>
          <w:p w:rsidR="00ED0F99" w:rsidRPr="00EA4AD8" w:rsidRDefault="00ED0F99" w:rsidP="00EA4AD8">
            <w:pPr>
              <w:spacing w:after="0" w:line="240" w:lineRule="auto"/>
              <w:jc w:val="both"/>
            </w:pPr>
            <w:r>
              <w:t>Competenze in matematica, scienze e tecnologia</w:t>
            </w:r>
          </w:p>
        </w:tc>
        <w:tc>
          <w:tcPr>
            <w:tcW w:w="3586" w:type="dxa"/>
          </w:tcPr>
          <w:p w:rsidR="00ED0F99" w:rsidRPr="00EA4AD8" w:rsidRDefault="00ED0F99" w:rsidP="00EA4AD8">
            <w:pPr>
              <w:spacing w:after="0" w:line="240" w:lineRule="auto"/>
              <w:jc w:val="both"/>
            </w:pPr>
          </w:p>
          <w:p w:rsidR="00ED0F99" w:rsidRPr="00EA4AD8" w:rsidRDefault="00ED0F99" w:rsidP="00EA4AD8">
            <w:pPr>
              <w:spacing w:after="0" w:line="240" w:lineRule="auto"/>
              <w:jc w:val="both"/>
            </w:pPr>
          </w:p>
          <w:p w:rsidR="00ED0F99" w:rsidRPr="00EA4AD8" w:rsidRDefault="00ED0F99" w:rsidP="00EA4AD8">
            <w:pPr>
              <w:spacing w:after="0" w:line="240" w:lineRule="auto"/>
              <w:jc w:val="both"/>
            </w:pPr>
          </w:p>
          <w:p w:rsidR="00ED0F99" w:rsidRDefault="00ED0F99" w:rsidP="00EA4AD8">
            <w:pPr>
              <w:spacing w:after="0" w:line="240" w:lineRule="auto"/>
              <w:jc w:val="both"/>
            </w:pPr>
            <w:r>
              <w:t>Prodotto</w:t>
            </w:r>
          </w:p>
          <w:p w:rsidR="00ED0F99" w:rsidRDefault="00ED0F99" w:rsidP="00EA4AD8">
            <w:pPr>
              <w:spacing w:after="0" w:line="240" w:lineRule="auto"/>
              <w:jc w:val="both"/>
            </w:pPr>
            <w:r>
              <w:t>Esecuzione compito</w:t>
            </w:r>
          </w:p>
          <w:p w:rsidR="00ED0F99" w:rsidRDefault="00ED0F99" w:rsidP="00EA4AD8">
            <w:pPr>
              <w:spacing w:after="0" w:line="240" w:lineRule="auto"/>
              <w:jc w:val="both"/>
            </w:pPr>
            <w:r>
              <w:t>Relazione e linguaggio</w:t>
            </w:r>
          </w:p>
          <w:p w:rsidR="00ED0F99" w:rsidRDefault="00ED0F99" w:rsidP="00EA4AD8">
            <w:pPr>
              <w:spacing w:after="0" w:line="240" w:lineRule="auto"/>
              <w:jc w:val="both"/>
            </w:pPr>
            <w:r>
              <w:t>Dimensione meta cognitiva</w:t>
            </w:r>
          </w:p>
          <w:p w:rsidR="00ED0F99" w:rsidRPr="00EA4AD8" w:rsidRDefault="00ED0F99" w:rsidP="00EA4AD8">
            <w:pPr>
              <w:spacing w:after="0" w:line="240" w:lineRule="auto"/>
              <w:jc w:val="both"/>
            </w:pPr>
          </w:p>
          <w:p w:rsidR="00ED0F99" w:rsidRPr="00EA4AD8" w:rsidRDefault="00ED0F99" w:rsidP="00EA4AD8">
            <w:pPr>
              <w:spacing w:after="0" w:line="240" w:lineRule="auto"/>
              <w:jc w:val="both"/>
            </w:pPr>
          </w:p>
          <w:p w:rsidR="00ED0F99" w:rsidRPr="00EA4AD8" w:rsidRDefault="00ED0F99" w:rsidP="00EA4AD8">
            <w:pPr>
              <w:spacing w:after="0" w:line="240" w:lineRule="auto"/>
              <w:jc w:val="both"/>
            </w:pPr>
          </w:p>
        </w:tc>
        <w:tc>
          <w:tcPr>
            <w:tcW w:w="3587" w:type="dxa"/>
          </w:tcPr>
          <w:p w:rsidR="00ED0F99" w:rsidRDefault="00ED0F99" w:rsidP="00EA4AD8">
            <w:pPr>
              <w:spacing w:after="0" w:line="240" w:lineRule="auto"/>
              <w:jc w:val="both"/>
            </w:pPr>
          </w:p>
          <w:p w:rsidR="00ED0F99" w:rsidRDefault="00ED0F99" w:rsidP="00073C19"/>
          <w:p w:rsidR="00ED0F99" w:rsidRDefault="00ED0F99" w:rsidP="00073C19">
            <w:r>
              <w:t>Completezza, pertinenza, organizzazione</w:t>
            </w:r>
          </w:p>
          <w:p w:rsidR="00ED0F99" w:rsidRDefault="00ED0F99" w:rsidP="00073C19">
            <w:r>
              <w:t>Correttezza</w:t>
            </w:r>
          </w:p>
          <w:p w:rsidR="00ED0F99" w:rsidRDefault="00ED0F99" w:rsidP="00073C19">
            <w:r>
              <w:t>Rispetto dei tempi</w:t>
            </w:r>
          </w:p>
          <w:p w:rsidR="00ED0F99" w:rsidRDefault="00ED0F99" w:rsidP="00073C19">
            <w:r>
              <w:t>Utilizzo tecnologie</w:t>
            </w:r>
          </w:p>
          <w:p w:rsidR="00ED0F99" w:rsidRDefault="00ED0F99" w:rsidP="00073C19">
            <w:r>
              <w:t>Autonomia</w:t>
            </w:r>
          </w:p>
          <w:p w:rsidR="00ED0F99" w:rsidRDefault="00ED0F99" w:rsidP="00073C19">
            <w:r>
              <w:t>Comunicazione e socializzazione</w:t>
            </w:r>
          </w:p>
          <w:p w:rsidR="00ED0F99" w:rsidRDefault="00ED0F99" w:rsidP="00073C19">
            <w:r>
              <w:t>Creativita’</w:t>
            </w:r>
          </w:p>
          <w:p w:rsidR="00ED0F99" w:rsidRDefault="00ED0F99" w:rsidP="00073C19">
            <w:r>
              <w:t>Curiosita’</w:t>
            </w:r>
          </w:p>
          <w:p w:rsidR="00ED0F99" w:rsidRDefault="00ED0F99" w:rsidP="00073C19"/>
          <w:p w:rsidR="00ED0F99" w:rsidRDefault="00ED0F99" w:rsidP="00073C19"/>
          <w:p w:rsidR="00ED0F99" w:rsidRPr="00073C19" w:rsidRDefault="00ED0F99" w:rsidP="00073C19"/>
        </w:tc>
        <w:tc>
          <w:tcPr>
            <w:tcW w:w="3587" w:type="dxa"/>
          </w:tcPr>
          <w:p w:rsidR="00ED0F99" w:rsidRDefault="00ED0F99" w:rsidP="00EA4AD8">
            <w:pPr>
              <w:spacing w:after="0" w:line="240" w:lineRule="auto"/>
              <w:jc w:val="both"/>
            </w:pPr>
          </w:p>
          <w:p w:rsidR="00ED0F99" w:rsidRDefault="00ED0F99" w:rsidP="00EA4AD8">
            <w:pPr>
              <w:spacing w:after="0" w:line="240" w:lineRule="auto"/>
              <w:jc w:val="both"/>
            </w:pPr>
          </w:p>
          <w:p w:rsidR="00ED0F99" w:rsidRDefault="00ED0F99" w:rsidP="00EA4AD8">
            <w:pPr>
              <w:spacing w:after="0" w:line="240" w:lineRule="auto"/>
              <w:jc w:val="both"/>
            </w:pPr>
          </w:p>
          <w:p w:rsidR="00ED0F99" w:rsidRDefault="00ED0F99" w:rsidP="00EA4AD8">
            <w:pPr>
              <w:spacing w:after="0" w:line="240" w:lineRule="auto"/>
              <w:jc w:val="both"/>
            </w:pPr>
            <w:r>
              <w:t>Esecuzione</w:t>
            </w:r>
          </w:p>
          <w:p w:rsidR="00ED0F99" w:rsidRDefault="00ED0F99" w:rsidP="00EA4AD8">
            <w:pPr>
              <w:spacing w:after="0" w:line="240" w:lineRule="auto"/>
              <w:jc w:val="both"/>
            </w:pPr>
            <w:r>
              <w:t>Comunicazione</w:t>
            </w:r>
          </w:p>
          <w:p w:rsidR="00ED0F99" w:rsidRPr="00EA4AD8" w:rsidRDefault="00ED0F99" w:rsidP="00EA4AD8">
            <w:pPr>
              <w:spacing w:after="0" w:line="240" w:lineRule="auto"/>
              <w:jc w:val="both"/>
            </w:pPr>
            <w:r>
              <w:t>Riflessione</w:t>
            </w:r>
          </w:p>
        </w:tc>
      </w:tr>
      <w:tr w:rsidR="00ED0F99" w:rsidRPr="00EA4AD8" w:rsidTr="00EA4AD8">
        <w:trPr>
          <w:trHeight w:val="1573"/>
        </w:trPr>
        <w:tc>
          <w:tcPr>
            <w:tcW w:w="3586" w:type="dxa"/>
          </w:tcPr>
          <w:p w:rsidR="00ED0F99" w:rsidRPr="00EA4AD8" w:rsidRDefault="00ED0F99" w:rsidP="00EA4AD8">
            <w:pPr>
              <w:spacing w:after="0" w:line="240" w:lineRule="auto"/>
              <w:jc w:val="both"/>
            </w:pPr>
          </w:p>
          <w:p w:rsidR="00ED0F99" w:rsidRPr="00EA4AD8" w:rsidRDefault="00ED0F99" w:rsidP="00EA4AD8">
            <w:pPr>
              <w:spacing w:after="0" w:line="240" w:lineRule="auto"/>
              <w:jc w:val="both"/>
            </w:pPr>
          </w:p>
          <w:p w:rsidR="00ED0F99" w:rsidRPr="00EA4AD8" w:rsidRDefault="00ED0F99" w:rsidP="00EA4AD8">
            <w:pPr>
              <w:spacing w:after="0" w:line="240" w:lineRule="auto"/>
              <w:jc w:val="both"/>
            </w:pPr>
          </w:p>
          <w:p w:rsidR="00ED0F99" w:rsidRPr="00EA4AD8" w:rsidRDefault="00ED0F99" w:rsidP="00EA4AD8">
            <w:pPr>
              <w:spacing w:after="0" w:line="240" w:lineRule="auto"/>
              <w:jc w:val="both"/>
            </w:pPr>
          </w:p>
          <w:p w:rsidR="00ED0F99" w:rsidRPr="00EA4AD8" w:rsidRDefault="00ED0F99" w:rsidP="00EA4AD8">
            <w:pPr>
              <w:spacing w:after="0" w:line="240" w:lineRule="auto"/>
              <w:jc w:val="both"/>
            </w:pPr>
          </w:p>
        </w:tc>
        <w:tc>
          <w:tcPr>
            <w:tcW w:w="3586" w:type="dxa"/>
          </w:tcPr>
          <w:p w:rsidR="00ED0F99" w:rsidRDefault="00ED0F99" w:rsidP="00EA4AD8">
            <w:pPr>
              <w:spacing w:after="0" w:line="240" w:lineRule="auto"/>
              <w:jc w:val="both"/>
            </w:pPr>
          </w:p>
          <w:p w:rsidR="00ED0F99" w:rsidRDefault="00ED0F99" w:rsidP="00073C19"/>
          <w:p w:rsidR="00ED0F99" w:rsidRPr="00073C19" w:rsidRDefault="00ED0F99" w:rsidP="00073C19"/>
        </w:tc>
        <w:tc>
          <w:tcPr>
            <w:tcW w:w="3587" w:type="dxa"/>
          </w:tcPr>
          <w:p w:rsidR="00ED0F99" w:rsidRDefault="00ED0F99" w:rsidP="00EA4AD8">
            <w:pPr>
              <w:spacing w:after="0" w:line="240" w:lineRule="auto"/>
              <w:jc w:val="both"/>
            </w:pPr>
          </w:p>
          <w:p w:rsidR="00ED0F99" w:rsidRPr="00073C19" w:rsidRDefault="00ED0F99" w:rsidP="00073C19"/>
        </w:tc>
        <w:tc>
          <w:tcPr>
            <w:tcW w:w="3587" w:type="dxa"/>
          </w:tcPr>
          <w:p w:rsidR="00ED0F99" w:rsidRPr="00EA4AD8" w:rsidRDefault="00ED0F99" w:rsidP="00EA4AD8">
            <w:pPr>
              <w:spacing w:after="0" w:line="240" w:lineRule="auto"/>
              <w:jc w:val="both"/>
            </w:pPr>
            <w:r>
              <w:t xml:space="preserve"> </w:t>
            </w:r>
          </w:p>
        </w:tc>
      </w:tr>
      <w:tr w:rsidR="00ED0F99" w:rsidRPr="00EA4AD8" w:rsidTr="00EA4AD8">
        <w:trPr>
          <w:trHeight w:val="1829"/>
        </w:trPr>
        <w:tc>
          <w:tcPr>
            <w:tcW w:w="3586" w:type="dxa"/>
          </w:tcPr>
          <w:p w:rsidR="00ED0F99" w:rsidRPr="00EA4AD8" w:rsidRDefault="00ED0F99" w:rsidP="00EA4AD8">
            <w:pPr>
              <w:spacing w:after="0" w:line="240" w:lineRule="auto"/>
              <w:jc w:val="both"/>
            </w:pPr>
          </w:p>
          <w:p w:rsidR="00ED0F99" w:rsidRPr="00EA4AD8" w:rsidRDefault="00ED0F99" w:rsidP="00EA4AD8">
            <w:pPr>
              <w:spacing w:after="0" w:line="240" w:lineRule="auto"/>
              <w:jc w:val="both"/>
            </w:pPr>
          </w:p>
          <w:p w:rsidR="00ED0F99" w:rsidRPr="00EA4AD8" w:rsidRDefault="00ED0F99" w:rsidP="00EA4AD8">
            <w:pPr>
              <w:spacing w:after="0" w:line="240" w:lineRule="auto"/>
              <w:jc w:val="both"/>
            </w:pPr>
          </w:p>
        </w:tc>
        <w:tc>
          <w:tcPr>
            <w:tcW w:w="3586" w:type="dxa"/>
          </w:tcPr>
          <w:p w:rsidR="00ED0F99" w:rsidRPr="00EA4AD8" w:rsidRDefault="00ED0F99" w:rsidP="00EA4AD8">
            <w:pPr>
              <w:spacing w:after="0" w:line="240" w:lineRule="auto"/>
              <w:jc w:val="both"/>
            </w:pPr>
          </w:p>
        </w:tc>
        <w:tc>
          <w:tcPr>
            <w:tcW w:w="3587" w:type="dxa"/>
          </w:tcPr>
          <w:p w:rsidR="00ED0F99" w:rsidRPr="00EA4AD8" w:rsidRDefault="00ED0F99" w:rsidP="00EA4AD8">
            <w:pPr>
              <w:spacing w:after="0" w:line="240" w:lineRule="auto"/>
              <w:jc w:val="both"/>
            </w:pPr>
          </w:p>
        </w:tc>
        <w:tc>
          <w:tcPr>
            <w:tcW w:w="3587" w:type="dxa"/>
          </w:tcPr>
          <w:p w:rsidR="00ED0F99" w:rsidRPr="00EA4AD8" w:rsidRDefault="00ED0F99" w:rsidP="00EA4AD8">
            <w:pPr>
              <w:spacing w:after="0" w:line="240" w:lineRule="auto"/>
              <w:jc w:val="both"/>
            </w:pPr>
          </w:p>
        </w:tc>
      </w:tr>
    </w:tbl>
    <w:p w:rsidR="00ED0F99" w:rsidRDefault="00ED0F99" w:rsidP="00D45B8F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lang w:eastAsia="it-IT"/>
        </w:rPr>
      </w:pPr>
      <w:bookmarkStart w:id="0" w:name="_GoBack"/>
      <w:bookmarkEnd w:id="0"/>
    </w:p>
    <w:p w:rsidR="00ED0F99" w:rsidRDefault="00ED0F99" w:rsidP="00D45B8F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lang w:eastAsia="it-IT"/>
        </w:rPr>
      </w:pPr>
    </w:p>
    <w:p w:rsidR="00ED0F99" w:rsidRDefault="00ED0F99" w:rsidP="00D45B8F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lang w:eastAsia="it-IT"/>
        </w:rPr>
      </w:pPr>
    </w:p>
    <w:p w:rsidR="00ED0F99" w:rsidRPr="00D45B8F" w:rsidRDefault="00ED0F99" w:rsidP="00D45B8F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45"/>
        <w:gridCol w:w="2845"/>
        <w:gridCol w:w="2846"/>
        <w:gridCol w:w="2846"/>
        <w:gridCol w:w="2846"/>
      </w:tblGrid>
      <w:tr w:rsidR="00ED0F99" w:rsidRPr="00EA4AD8" w:rsidTr="00EA4AD8">
        <w:trPr>
          <w:trHeight w:val="2461"/>
        </w:trPr>
        <w:tc>
          <w:tcPr>
            <w:tcW w:w="2845" w:type="dxa"/>
          </w:tcPr>
          <w:p w:rsidR="00ED0F99" w:rsidRPr="00EA4AD8" w:rsidRDefault="00ED0F99" w:rsidP="00EA4AD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EA4AD8">
              <w:rPr>
                <w:sz w:val="18"/>
                <w:szCs w:val="18"/>
              </w:rPr>
              <w:t>Livelli</w:t>
            </w:r>
          </w:p>
          <w:p w:rsidR="00ED0F99" w:rsidRPr="00EA4AD8" w:rsidRDefault="00ED0F99" w:rsidP="00EA4AD8">
            <w:pPr>
              <w:spacing w:after="0" w:line="240" w:lineRule="auto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rPr>
                <w:sz w:val="18"/>
                <w:szCs w:val="18"/>
              </w:rPr>
            </w:pPr>
            <w:r w:rsidRPr="00EA4AD8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sz w:val="18"/>
                <w:szCs w:val="18"/>
              </w:rPr>
            </w:pPr>
            <w:r w:rsidRPr="00EA4AD8">
              <w:rPr>
                <w:sz w:val="18"/>
                <w:szCs w:val="18"/>
              </w:rPr>
              <w:t>Parziale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4-5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Sotto la costante e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diretta supervisione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Essenziale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6-7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Dietro precise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indicazioni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Livello raggiunto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al contesto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Medio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8-9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Operando in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modo autonomo,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sapendosi adattare</w:t>
            </w:r>
          </w:p>
          <w:p w:rsidR="00ED0F99" w:rsidRPr="00EA4AD8" w:rsidRDefault="00ED0F99" w:rsidP="00EA4AD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Eccellente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10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In piena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autonomia,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sapendo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fronteggiare anche</w:t>
            </w:r>
          </w:p>
          <w:p w:rsidR="00ED0F99" w:rsidRPr="00EA4AD8" w:rsidRDefault="00ED0F99" w:rsidP="00EA4AD8">
            <w:pPr>
              <w:shd w:val="clear" w:color="auto" w:fill="FFFFFF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it-IT"/>
              </w:rPr>
            </w:pPr>
            <w:r w:rsidRPr="00EA4AD8">
              <w:rPr>
                <w:rFonts w:cs="Arial"/>
                <w:sz w:val="18"/>
                <w:szCs w:val="18"/>
                <w:lang w:eastAsia="it-IT"/>
              </w:rPr>
              <w:t>compiti inediti</w:t>
            </w:r>
          </w:p>
        </w:tc>
      </w:tr>
      <w:tr w:rsidR="00ED0F99" w:rsidRPr="00EA4AD8" w:rsidTr="00EA4AD8">
        <w:trPr>
          <w:trHeight w:val="1562"/>
        </w:trPr>
        <w:tc>
          <w:tcPr>
            <w:tcW w:w="2845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D0F99" w:rsidRPr="00EA4AD8" w:rsidTr="00EA4AD8">
        <w:trPr>
          <w:trHeight w:val="1538"/>
        </w:trPr>
        <w:tc>
          <w:tcPr>
            <w:tcW w:w="2845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D0F99" w:rsidRPr="00EA4AD8" w:rsidTr="00EA4AD8">
        <w:trPr>
          <w:trHeight w:val="1538"/>
        </w:trPr>
        <w:tc>
          <w:tcPr>
            <w:tcW w:w="2845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D0F99" w:rsidRPr="00EA4AD8" w:rsidTr="00EA4AD8">
        <w:trPr>
          <w:trHeight w:val="1562"/>
        </w:trPr>
        <w:tc>
          <w:tcPr>
            <w:tcW w:w="2845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ED0F99" w:rsidRPr="00EA4AD8" w:rsidRDefault="00ED0F99" w:rsidP="00EA4AD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ED0F99" w:rsidRDefault="00ED0F99" w:rsidP="006C7FD2">
      <w:pPr>
        <w:jc w:val="both"/>
        <w:rPr>
          <w:rFonts w:ascii="Arial" w:hAnsi="Arial" w:cs="Arial"/>
          <w:sz w:val="40"/>
          <w:szCs w:val="40"/>
          <w:lang w:eastAsia="it-IT"/>
        </w:rPr>
      </w:pPr>
    </w:p>
    <w:p w:rsidR="00ED0F99" w:rsidRDefault="00ED0F99" w:rsidP="006C7FD2">
      <w:pPr>
        <w:jc w:val="both"/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5" type="#_x0000_t75" style="width:668.25pt;height:339.75pt;visibility:visible">
            <v:imagedata r:id="rId6" o:title="" gain="109227f" blacklevel="-6554f"/>
          </v:shape>
        </w:pict>
      </w:r>
    </w:p>
    <w:sectPr w:rsidR="00ED0F99" w:rsidSect="005D5665">
      <w:footerReference w:type="default" r:id="rId7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99" w:rsidRDefault="00ED0F99" w:rsidP="008D3238">
      <w:pPr>
        <w:spacing w:after="0" w:line="240" w:lineRule="auto"/>
      </w:pPr>
      <w:r>
        <w:separator/>
      </w:r>
    </w:p>
  </w:endnote>
  <w:endnote w:type="continuationSeparator" w:id="0">
    <w:p w:rsidR="00ED0F99" w:rsidRDefault="00ED0F99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F99" w:rsidRDefault="00ED0F99">
    <w:pPr>
      <w:pStyle w:val="Footer"/>
      <w:jc w:val="center"/>
    </w:pPr>
    <w:fldSimple w:instr="PAGE   \* MERGEFORMAT">
      <w:r>
        <w:rPr>
          <w:noProof/>
        </w:rPr>
        <w:t>7</w:t>
      </w:r>
    </w:fldSimple>
  </w:p>
  <w:p w:rsidR="00ED0F99" w:rsidRDefault="00ED0F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99" w:rsidRDefault="00ED0F99" w:rsidP="008D3238">
      <w:pPr>
        <w:spacing w:after="0" w:line="240" w:lineRule="auto"/>
      </w:pPr>
      <w:r>
        <w:separator/>
      </w:r>
    </w:p>
  </w:footnote>
  <w:footnote w:type="continuationSeparator" w:id="0">
    <w:p w:rsidR="00ED0F99" w:rsidRDefault="00ED0F99" w:rsidP="008D3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D48"/>
    <w:rsid w:val="0002119F"/>
    <w:rsid w:val="00032897"/>
    <w:rsid w:val="00073C19"/>
    <w:rsid w:val="000B6BEC"/>
    <w:rsid w:val="000C17D8"/>
    <w:rsid w:val="00170064"/>
    <w:rsid w:val="001C7885"/>
    <w:rsid w:val="001D17A4"/>
    <w:rsid w:val="001E6EAB"/>
    <w:rsid w:val="003351AE"/>
    <w:rsid w:val="0035403A"/>
    <w:rsid w:val="003A2A64"/>
    <w:rsid w:val="003C2686"/>
    <w:rsid w:val="003E7156"/>
    <w:rsid w:val="004461EE"/>
    <w:rsid w:val="004701CB"/>
    <w:rsid w:val="004722E1"/>
    <w:rsid w:val="004E0241"/>
    <w:rsid w:val="00554EAA"/>
    <w:rsid w:val="005762B5"/>
    <w:rsid w:val="005D5665"/>
    <w:rsid w:val="006875F8"/>
    <w:rsid w:val="006C7E23"/>
    <w:rsid w:val="006C7FD2"/>
    <w:rsid w:val="00714109"/>
    <w:rsid w:val="007328F2"/>
    <w:rsid w:val="0074600D"/>
    <w:rsid w:val="007C24C3"/>
    <w:rsid w:val="007D39EF"/>
    <w:rsid w:val="007D5F22"/>
    <w:rsid w:val="007E61E5"/>
    <w:rsid w:val="008D3238"/>
    <w:rsid w:val="00915314"/>
    <w:rsid w:val="009211D6"/>
    <w:rsid w:val="00A45B91"/>
    <w:rsid w:val="00A912DD"/>
    <w:rsid w:val="00AE077E"/>
    <w:rsid w:val="00B668D0"/>
    <w:rsid w:val="00BD06AC"/>
    <w:rsid w:val="00C7202D"/>
    <w:rsid w:val="00CA7E0E"/>
    <w:rsid w:val="00CE2593"/>
    <w:rsid w:val="00D01CA9"/>
    <w:rsid w:val="00D45B8F"/>
    <w:rsid w:val="00D52D48"/>
    <w:rsid w:val="00DB2958"/>
    <w:rsid w:val="00DB3FA4"/>
    <w:rsid w:val="00DE2895"/>
    <w:rsid w:val="00EA4AD8"/>
    <w:rsid w:val="00ED0F99"/>
    <w:rsid w:val="00EF6E81"/>
    <w:rsid w:val="00F00EE9"/>
    <w:rsid w:val="00F1036B"/>
    <w:rsid w:val="00F9216E"/>
    <w:rsid w:val="00F92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89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D52D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D52D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5B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D323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D323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9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8</Pages>
  <Words>522</Words>
  <Characters>2981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Progettazione di un Episodio di Apprendimento Situato</dc:title>
  <dc:subject/>
  <dc:creator>Maria Cristina</dc:creator>
  <cp:keywords/>
  <dc:description/>
  <cp:lastModifiedBy>User</cp:lastModifiedBy>
  <cp:revision>17</cp:revision>
  <cp:lastPrinted>2017-06-14T06:15:00Z</cp:lastPrinted>
  <dcterms:created xsi:type="dcterms:W3CDTF">2017-07-30T18:49:00Z</dcterms:created>
  <dcterms:modified xsi:type="dcterms:W3CDTF">2017-08-01T14:46:00Z</dcterms:modified>
</cp:coreProperties>
</file>